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41444178" w14:textId="77777777" w:rsidR="00EF3BFB" w:rsidRPr="00221465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cena za HARDWARE</w:t>
      </w: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8513" w:type="dxa"/>
        <w:tblLook w:val="04A0" w:firstRow="1" w:lastRow="0" w:firstColumn="1" w:lastColumn="0" w:noHBand="0" w:noVBand="1"/>
      </w:tblPr>
      <w:tblGrid>
        <w:gridCol w:w="2936"/>
        <w:gridCol w:w="2162"/>
        <w:gridCol w:w="1276"/>
        <w:gridCol w:w="2139"/>
      </w:tblGrid>
      <w:tr w:rsidR="00767F4D" w:rsidRPr="00221465" w14:paraId="7FCE2D5B" w14:textId="77777777" w:rsidTr="009F00CF">
        <w:tc>
          <w:tcPr>
            <w:tcW w:w="2936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2162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276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139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767F4D" w:rsidRPr="00221465" w14:paraId="174B3967" w14:textId="77777777" w:rsidTr="009F00CF">
        <w:tc>
          <w:tcPr>
            <w:tcW w:w="2936" w:type="dxa"/>
          </w:tcPr>
          <w:p w14:paraId="23AEE7F5" w14:textId="165D5F3F" w:rsidR="00EF3BFB" w:rsidRPr="009F00CF" w:rsidRDefault="00125A6F" w:rsidP="009F00CF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5F1D7B">
              <w:rPr>
                <w:rFonts w:asciiTheme="majorHAnsi" w:hAnsiTheme="majorHAnsi"/>
              </w:rPr>
              <w:t xml:space="preserve">Server pro </w:t>
            </w:r>
            <w:r w:rsidR="00776FDB" w:rsidRPr="009F00CF">
              <w:rPr>
                <w:rFonts w:asciiTheme="majorHAnsi" w:hAnsiTheme="majorHAnsi"/>
              </w:rPr>
              <w:t>zpracování</w:t>
            </w:r>
            <w:r w:rsidR="00516B96" w:rsidRPr="009F00CF">
              <w:rPr>
                <w:rFonts w:asciiTheme="majorHAnsi" w:hAnsiTheme="majorHAnsi"/>
              </w:rPr>
              <w:t xml:space="preserve"> dat</w:t>
            </w:r>
          </w:p>
        </w:tc>
        <w:tc>
          <w:tcPr>
            <w:tcW w:w="2162" w:type="dxa"/>
          </w:tcPr>
          <w:p w14:paraId="08056B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52E8FC1C" w14:textId="171BB993" w:rsidR="00EF3BFB" w:rsidRPr="005F1D7B" w:rsidRDefault="00776FD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139" w:type="dxa"/>
          </w:tcPr>
          <w:p w14:paraId="4F1C99F5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67F4D" w:rsidRPr="00221465" w14:paraId="155CBE65" w14:textId="77777777" w:rsidTr="009F00CF">
        <w:tc>
          <w:tcPr>
            <w:tcW w:w="2936" w:type="dxa"/>
          </w:tcPr>
          <w:p w14:paraId="348F8C8B" w14:textId="3C6B0AE4" w:rsidR="00EF3BFB" w:rsidRPr="009F00CF" w:rsidRDefault="00125A6F" w:rsidP="009F00CF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5F1D7B">
              <w:rPr>
                <w:rFonts w:asciiTheme="majorHAnsi" w:hAnsiTheme="majorHAnsi"/>
              </w:rPr>
              <w:t>D</w:t>
            </w:r>
            <w:r w:rsidR="00BD5634" w:rsidRPr="009F00CF">
              <w:rPr>
                <w:rFonts w:asciiTheme="majorHAnsi" w:hAnsiTheme="majorHAnsi"/>
              </w:rPr>
              <w:t>atové úložiště</w:t>
            </w:r>
          </w:p>
        </w:tc>
        <w:tc>
          <w:tcPr>
            <w:tcW w:w="2162" w:type="dxa"/>
          </w:tcPr>
          <w:p w14:paraId="020F8D5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29ADD1BE" w14:textId="718D8FD0" w:rsidR="00EF3BFB" w:rsidRPr="005F1D7B" w:rsidRDefault="00BD5634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139" w:type="dxa"/>
          </w:tcPr>
          <w:p w14:paraId="0C543408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67F4D" w:rsidRPr="00221465" w14:paraId="428DE173" w14:textId="77777777" w:rsidTr="009F00CF">
        <w:tc>
          <w:tcPr>
            <w:tcW w:w="2936" w:type="dxa"/>
          </w:tcPr>
          <w:p w14:paraId="73C30881" w14:textId="77777777" w:rsidR="00B81E22" w:rsidRPr="009F00CF" w:rsidRDefault="00B81E22" w:rsidP="000A3A56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Archivační server</w:t>
            </w:r>
          </w:p>
        </w:tc>
        <w:tc>
          <w:tcPr>
            <w:tcW w:w="2162" w:type="dxa"/>
          </w:tcPr>
          <w:p w14:paraId="1C2A2FF5" w14:textId="77777777" w:rsidR="00B81E22" w:rsidRPr="00FF65DD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197E7D7B" w14:textId="77777777" w:rsidR="00B81E22" w:rsidRPr="009F00CF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139" w:type="dxa"/>
          </w:tcPr>
          <w:p w14:paraId="24A0A95C" w14:textId="77777777" w:rsidR="00B81E22" w:rsidRPr="00FF65DD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767F4D" w:rsidRPr="00221465" w14:paraId="6A896D7E" w14:textId="77777777" w:rsidTr="009F00CF">
        <w:tc>
          <w:tcPr>
            <w:tcW w:w="2936" w:type="dxa"/>
          </w:tcPr>
          <w:p w14:paraId="580EC700" w14:textId="77777777" w:rsidR="00B81E22" w:rsidRPr="009F00CF" w:rsidRDefault="00B81E22" w:rsidP="000A3A56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9F00CF">
              <w:rPr>
                <w:rFonts w:asciiTheme="majorHAnsi" w:hAnsiTheme="majorHAnsi"/>
              </w:rPr>
              <w:t>Pásková knihovna</w:t>
            </w:r>
          </w:p>
        </w:tc>
        <w:tc>
          <w:tcPr>
            <w:tcW w:w="2162" w:type="dxa"/>
          </w:tcPr>
          <w:p w14:paraId="49F53D1E" w14:textId="77777777" w:rsidR="00B81E22" w:rsidRPr="00FF65DD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603673E0" w14:textId="77777777" w:rsidR="00B81E22" w:rsidRPr="009F00CF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139" w:type="dxa"/>
          </w:tcPr>
          <w:p w14:paraId="24083942" w14:textId="77777777" w:rsidR="00B81E22" w:rsidRPr="00FF65DD" w:rsidRDefault="00B81E22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2555" w:rsidRPr="00221465" w14:paraId="4421774A" w14:textId="77777777" w:rsidTr="00767F4D">
        <w:tc>
          <w:tcPr>
            <w:tcW w:w="2936" w:type="dxa"/>
          </w:tcPr>
          <w:p w14:paraId="50968114" w14:textId="18F1918F" w:rsidR="00A22555" w:rsidRPr="009A0139" w:rsidRDefault="00A22555" w:rsidP="00A22555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Pásky pro archivaci dat</w:t>
            </w:r>
          </w:p>
        </w:tc>
        <w:tc>
          <w:tcPr>
            <w:tcW w:w="2162" w:type="dxa"/>
          </w:tcPr>
          <w:p w14:paraId="38E2BDE6" w14:textId="28DC5405" w:rsidR="00A22555" w:rsidRPr="00FF65DD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6D9BEE07" w14:textId="3045CDA5" w:rsidR="00A22555" w:rsidRPr="009A0139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12</w:t>
            </w:r>
          </w:p>
        </w:tc>
        <w:tc>
          <w:tcPr>
            <w:tcW w:w="2139" w:type="dxa"/>
          </w:tcPr>
          <w:p w14:paraId="12077BB5" w14:textId="2A475154" w:rsidR="00A22555" w:rsidRPr="00FF65DD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2555" w:rsidRPr="00221465" w14:paraId="4DF73C78" w14:textId="77777777" w:rsidTr="00767F4D">
        <w:tc>
          <w:tcPr>
            <w:tcW w:w="2936" w:type="dxa"/>
          </w:tcPr>
          <w:p w14:paraId="4995A787" w14:textId="1C73C11D" w:rsidR="00A22555" w:rsidRDefault="00A22555" w:rsidP="00A22555">
            <w:pPr>
              <w:keepLines/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Čistící páska</w:t>
            </w:r>
          </w:p>
        </w:tc>
        <w:tc>
          <w:tcPr>
            <w:tcW w:w="2162" w:type="dxa"/>
          </w:tcPr>
          <w:p w14:paraId="0D48CC40" w14:textId="2B05E265" w:rsidR="00A22555" w:rsidRPr="00FF65DD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276" w:type="dxa"/>
          </w:tcPr>
          <w:p w14:paraId="3CD05D6F" w14:textId="3E6138DA" w:rsidR="00A22555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2139" w:type="dxa"/>
          </w:tcPr>
          <w:p w14:paraId="209D4F48" w14:textId="50399DBE" w:rsidR="00A22555" w:rsidRPr="00FF65DD" w:rsidRDefault="00A22555" w:rsidP="00A2255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003D" w:rsidRPr="00221465" w14:paraId="5E6ABB60" w14:textId="77777777" w:rsidTr="009F00CF">
        <w:tc>
          <w:tcPr>
            <w:tcW w:w="2936" w:type="dxa"/>
          </w:tcPr>
          <w:p w14:paraId="16D31140" w14:textId="77777777" w:rsidR="00A2003D" w:rsidRPr="00125A6F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</w:p>
        </w:tc>
        <w:tc>
          <w:tcPr>
            <w:tcW w:w="2162" w:type="dxa"/>
          </w:tcPr>
          <w:p w14:paraId="3A498104" w14:textId="77777777" w:rsidR="00A2003D" w:rsidRPr="00FF65DD" w:rsidRDefault="00A2003D" w:rsidP="009F00CF">
            <w:pPr>
              <w:keepLines/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</w:p>
        </w:tc>
        <w:tc>
          <w:tcPr>
            <w:tcW w:w="1276" w:type="dxa"/>
          </w:tcPr>
          <w:p w14:paraId="30E75C35" w14:textId="77777777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2139" w:type="dxa"/>
          </w:tcPr>
          <w:p w14:paraId="36C92A5B" w14:textId="77777777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003D" w:rsidRPr="00221465" w14:paraId="69F2FB60" w14:textId="77777777" w:rsidTr="009F00CF">
        <w:tc>
          <w:tcPr>
            <w:tcW w:w="2936" w:type="dxa"/>
          </w:tcPr>
          <w:p w14:paraId="3AE96A82" w14:textId="77777777" w:rsidR="00A2003D" w:rsidRPr="00FF65DD" w:rsidRDefault="00A2003D" w:rsidP="00A2003D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za Hardware v Kč bez DPH</w:t>
            </w:r>
          </w:p>
        </w:tc>
        <w:tc>
          <w:tcPr>
            <w:tcW w:w="5577" w:type="dxa"/>
            <w:gridSpan w:val="3"/>
          </w:tcPr>
          <w:p w14:paraId="27A7C310" w14:textId="77777777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003D" w:rsidRPr="00221465" w14:paraId="20C21B0F" w14:textId="77777777" w:rsidTr="009F00CF">
        <w:tc>
          <w:tcPr>
            <w:tcW w:w="2936" w:type="dxa"/>
          </w:tcPr>
          <w:p w14:paraId="29A2856B" w14:textId="77777777" w:rsidR="00A2003D" w:rsidRPr="00FF65DD" w:rsidRDefault="00A2003D" w:rsidP="00A2003D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577" w:type="dxa"/>
            <w:gridSpan w:val="3"/>
          </w:tcPr>
          <w:p w14:paraId="5AE510CB" w14:textId="77777777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A2003D" w:rsidRPr="00221465" w14:paraId="5E39B655" w14:textId="77777777" w:rsidTr="009F00CF">
        <w:tc>
          <w:tcPr>
            <w:tcW w:w="2936" w:type="dxa"/>
          </w:tcPr>
          <w:p w14:paraId="5194C3B9" w14:textId="77777777" w:rsidR="00A2003D" w:rsidRPr="00FF65DD" w:rsidRDefault="00A2003D" w:rsidP="00A2003D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za Hardware v Kč včetně DPH</w:t>
            </w:r>
          </w:p>
        </w:tc>
        <w:tc>
          <w:tcPr>
            <w:tcW w:w="5577" w:type="dxa"/>
            <w:gridSpan w:val="3"/>
          </w:tcPr>
          <w:p w14:paraId="53256FAA" w14:textId="77777777" w:rsidR="00A2003D" w:rsidRPr="00FF65DD" w:rsidRDefault="00A2003D" w:rsidP="00A2003D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0012D0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829CF2B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6FD8C19" w14:textId="77777777" w:rsidR="00656B8C" w:rsidRPr="001B629E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443268FE" w14:textId="667AC0FF" w:rsidR="00EE57F1" w:rsidRPr="009F00CF" w:rsidRDefault="00EE57F1" w:rsidP="00EE57F1">
      <w:pPr>
        <w:keepNext/>
        <w:keepLines/>
        <w:numPr>
          <w:ilvl w:val="0"/>
          <w:numId w:val="34"/>
        </w:numPr>
        <w:spacing w:before="120" w:after="120" w:line="240" w:lineRule="auto"/>
        <w:jc w:val="both"/>
        <w:outlineLvl w:val="0"/>
        <w:rPr>
          <w:rFonts w:asciiTheme="majorHAnsi" w:eastAsia="Times New Roman" w:hAnsiTheme="majorHAnsi" w:cs="Times New Roman"/>
          <w:b/>
          <w:sz w:val="22"/>
          <w:szCs w:val="24"/>
        </w:rPr>
      </w:pPr>
      <w:r w:rsidRPr="007E18BB">
        <w:rPr>
          <w:rFonts w:asciiTheme="majorHAnsi" w:eastAsia="Times New Roman" w:hAnsiTheme="majorHAnsi" w:cs="Arial"/>
          <w:b/>
          <w:bCs/>
          <w:caps/>
          <w:kern w:val="32"/>
        </w:rPr>
        <w:t>cena za SO</w:t>
      </w:r>
      <w:r w:rsidR="007E18BB" w:rsidRPr="007E18BB">
        <w:rPr>
          <w:rFonts w:asciiTheme="majorHAnsi" w:eastAsia="Times New Roman" w:hAnsiTheme="majorHAnsi" w:cs="Arial"/>
          <w:b/>
          <w:bCs/>
          <w:caps/>
          <w:kern w:val="32"/>
        </w:rPr>
        <w:t>FTWARE</w:t>
      </w:r>
    </w:p>
    <w:p w14:paraId="514B1BA8" w14:textId="77777777" w:rsidR="007E18BB" w:rsidRPr="007E18BB" w:rsidRDefault="007E18BB" w:rsidP="009F00CF">
      <w:pPr>
        <w:keepNext/>
        <w:keepLines/>
        <w:spacing w:before="120" w:after="120" w:line="240" w:lineRule="auto"/>
        <w:jc w:val="both"/>
        <w:outlineLvl w:val="0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2410"/>
        <w:gridCol w:w="992"/>
        <w:gridCol w:w="2252"/>
      </w:tblGrid>
      <w:tr w:rsidR="009F00CF" w:rsidRPr="00221465" w14:paraId="4274ACE8" w14:textId="77777777" w:rsidTr="003B6F73">
        <w:tc>
          <w:tcPr>
            <w:tcW w:w="2972" w:type="dxa"/>
            <w:shd w:val="clear" w:color="auto" w:fill="D9D9D9"/>
          </w:tcPr>
          <w:p w14:paraId="5CF2B987" w14:textId="1B44E05C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</w:t>
            </w:r>
            <w:r w:rsidR="007E18BB">
              <w:rPr>
                <w:rFonts w:asciiTheme="majorHAnsi" w:hAnsiTheme="majorHAnsi"/>
                <w:b/>
              </w:rPr>
              <w:t>Software</w:t>
            </w:r>
            <w:r w:rsidRPr="00FF65DD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2410" w:type="dxa"/>
            <w:shd w:val="clear" w:color="auto" w:fill="D9D9D9"/>
          </w:tcPr>
          <w:p w14:paraId="66C46767" w14:textId="641DD220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jeden kus </w:t>
            </w:r>
            <w:r w:rsidR="007E18BB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  <w:tc>
          <w:tcPr>
            <w:tcW w:w="992" w:type="dxa"/>
            <w:shd w:val="clear" w:color="auto" w:fill="D9D9D9"/>
          </w:tcPr>
          <w:p w14:paraId="17BFC1D2" w14:textId="77777777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2252" w:type="dxa"/>
            <w:shd w:val="clear" w:color="auto" w:fill="D9D9D9"/>
          </w:tcPr>
          <w:p w14:paraId="327B623E" w14:textId="6153A54E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cena za počet kusů </w:t>
            </w:r>
            <w:r w:rsidR="007E18BB">
              <w:rPr>
                <w:rFonts w:asciiTheme="majorHAnsi" w:hAnsiTheme="majorHAnsi"/>
                <w:b/>
              </w:rPr>
              <w:t>Soft</w:t>
            </w:r>
            <w:r w:rsidRPr="00FF65DD">
              <w:rPr>
                <w:rFonts w:asciiTheme="majorHAnsi" w:hAnsiTheme="majorHAnsi"/>
                <w:b/>
              </w:rPr>
              <w:t>ware (v Kč bez DPH)</w:t>
            </w:r>
          </w:p>
        </w:tc>
      </w:tr>
      <w:tr w:rsidR="009F00CF" w:rsidRPr="00221465" w14:paraId="3A5F97E7" w14:textId="77777777" w:rsidTr="003B6F73">
        <w:tc>
          <w:tcPr>
            <w:tcW w:w="2972" w:type="dxa"/>
          </w:tcPr>
          <w:p w14:paraId="111A0598" w14:textId="48A37676" w:rsidR="00516B96" w:rsidRPr="009F00CF" w:rsidRDefault="00F513FA" w:rsidP="000A3A56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9F00CF">
              <w:rPr>
                <w:rFonts w:asciiTheme="majorHAnsi" w:hAnsiTheme="majorHAnsi"/>
              </w:rPr>
              <w:t xml:space="preserve">OS MS Windows Server </w:t>
            </w:r>
            <w:r w:rsidR="00A72DF3" w:rsidRPr="009F00CF">
              <w:rPr>
                <w:rFonts w:asciiTheme="majorHAnsi" w:hAnsiTheme="majorHAnsi"/>
              </w:rPr>
              <w:t>2022 Standard</w:t>
            </w:r>
            <w:r w:rsidR="00516B96" w:rsidRPr="009F00CF">
              <w:rPr>
                <w:rFonts w:asciiTheme="majorHAnsi" w:hAnsiTheme="majorHAnsi"/>
              </w:rPr>
              <w:t xml:space="preserve"> (Server pro zpracování dat)</w:t>
            </w:r>
          </w:p>
        </w:tc>
        <w:tc>
          <w:tcPr>
            <w:tcW w:w="2410" w:type="dxa"/>
          </w:tcPr>
          <w:p w14:paraId="2E554C5F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992" w:type="dxa"/>
          </w:tcPr>
          <w:p w14:paraId="195F9C2D" w14:textId="77777777" w:rsidR="00EE57F1" w:rsidRPr="009F00CF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252" w:type="dxa"/>
          </w:tcPr>
          <w:p w14:paraId="03F71EA7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45DAD2C5" w14:textId="77777777" w:rsidTr="003B6F73">
        <w:tc>
          <w:tcPr>
            <w:tcW w:w="2972" w:type="dxa"/>
          </w:tcPr>
          <w:p w14:paraId="00534B58" w14:textId="5DDA68A3" w:rsidR="00EE57F1" w:rsidRPr="009F00CF" w:rsidRDefault="009C35DD" w:rsidP="000A3A56">
            <w:pPr>
              <w:keepLines/>
              <w:spacing w:before="120" w:after="120"/>
              <w:rPr>
                <w:rFonts w:asciiTheme="majorHAnsi" w:hAnsiTheme="majorHAnsi"/>
              </w:rPr>
            </w:pPr>
            <w:proofErr w:type="spellStart"/>
            <w:r w:rsidRPr="009F00CF">
              <w:rPr>
                <w:rFonts w:asciiTheme="majorHAnsi" w:hAnsiTheme="majorHAnsi"/>
              </w:rPr>
              <w:t>VMware</w:t>
            </w:r>
            <w:proofErr w:type="spellEnd"/>
            <w:r w:rsidRPr="009F00CF">
              <w:rPr>
                <w:rFonts w:asciiTheme="majorHAnsi" w:hAnsiTheme="majorHAnsi"/>
              </w:rPr>
              <w:t xml:space="preserve"> </w:t>
            </w:r>
            <w:proofErr w:type="spellStart"/>
            <w:r w:rsidR="009B710B" w:rsidRPr="009F00CF">
              <w:rPr>
                <w:rFonts w:asciiTheme="majorHAnsi" w:hAnsiTheme="majorHAnsi"/>
              </w:rPr>
              <w:t>vSphere</w:t>
            </w:r>
            <w:proofErr w:type="spellEnd"/>
            <w:r w:rsidR="009B710B" w:rsidRPr="009F00CF">
              <w:rPr>
                <w:rFonts w:asciiTheme="majorHAnsi" w:hAnsiTheme="majorHAnsi"/>
              </w:rPr>
              <w:t xml:space="preserve"> standard + </w:t>
            </w:r>
            <w:proofErr w:type="spellStart"/>
            <w:r w:rsidR="009B710B" w:rsidRPr="009F00CF">
              <w:rPr>
                <w:rFonts w:asciiTheme="majorHAnsi" w:hAnsiTheme="majorHAnsi"/>
              </w:rPr>
              <w:t>VMware</w:t>
            </w:r>
            <w:proofErr w:type="spellEnd"/>
            <w:r w:rsidR="009B710B" w:rsidRPr="009F00CF">
              <w:rPr>
                <w:rFonts w:asciiTheme="majorHAnsi" w:hAnsiTheme="majorHAnsi"/>
              </w:rPr>
              <w:t xml:space="preserve"> </w:t>
            </w:r>
            <w:proofErr w:type="spellStart"/>
            <w:r w:rsidR="009B710B" w:rsidRPr="009F00CF">
              <w:rPr>
                <w:rFonts w:asciiTheme="majorHAnsi" w:hAnsiTheme="majorHAnsi"/>
              </w:rPr>
              <w:t>vCenter</w:t>
            </w:r>
            <w:proofErr w:type="spellEnd"/>
            <w:r w:rsidR="009B710B" w:rsidRPr="009F00CF">
              <w:rPr>
                <w:rFonts w:asciiTheme="majorHAnsi" w:hAnsiTheme="majorHAnsi"/>
              </w:rPr>
              <w:t xml:space="preserve"> Server</w:t>
            </w:r>
            <w:r w:rsidR="004E32B1" w:rsidRPr="009F00CF">
              <w:rPr>
                <w:rFonts w:asciiTheme="majorHAnsi" w:hAnsiTheme="majorHAnsi"/>
              </w:rPr>
              <w:t xml:space="preserve"> (</w:t>
            </w:r>
            <w:r w:rsidR="00570E7D" w:rsidRPr="009F00CF">
              <w:rPr>
                <w:rFonts w:asciiTheme="majorHAnsi" w:hAnsiTheme="majorHAnsi"/>
              </w:rPr>
              <w:t xml:space="preserve">pro 2 CPU, </w:t>
            </w:r>
            <w:r w:rsidR="004E32B1" w:rsidRPr="009F00CF">
              <w:rPr>
                <w:rFonts w:asciiTheme="majorHAnsi" w:hAnsiTheme="majorHAnsi"/>
              </w:rPr>
              <w:t>na 5 let)</w:t>
            </w:r>
            <w:r w:rsidR="00570E7D" w:rsidRPr="005F1D7B">
              <w:rPr>
                <w:rFonts w:asciiTheme="majorHAnsi" w:hAnsiTheme="majorHAnsi"/>
              </w:rPr>
              <w:t xml:space="preserve"> (Server pro zpracování dat)</w:t>
            </w:r>
          </w:p>
        </w:tc>
        <w:tc>
          <w:tcPr>
            <w:tcW w:w="2410" w:type="dxa"/>
          </w:tcPr>
          <w:p w14:paraId="167E1AF4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992" w:type="dxa"/>
          </w:tcPr>
          <w:p w14:paraId="7EDCCE04" w14:textId="77777777" w:rsidR="00EE57F1" w:rsidRPr="009F00CF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252" w:type="dxa"/>
          </w:tcPr>
          <w:p w14:paraId="77D873AE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48903E01" w14:textId="77777777" w:rsidTr="005F1D7B">
        <w:tc>
          <w:tcPr>
            <w:tcW w:w="2972" w:type="dxa"/>
          </w:tcPr>
          <w:p w14:paraId="3D6A81FC" w14:textId="4B906E03" w:rsidR="005F1D7B" w:rsidRPr="009F00CF" w:rsidRDefault="005F1D7B" w:rsidP="000A3A56">
            <w:pPr>
              <w:keepLines/>
              <w:spacing w:before="120" w:after="120"/>
              <w:rPr>
                <w:rFonts w:asciiTheme="majorHAnsi" w:hAnsiTheme="majorHAnsi"/>
              </w:rPr>
            </w:pPr>
            <w:r w:rsidRPr="009F00CF">
              <w:rPr>
                <w:rFonts w:asciiTheme="majorHAnsi" w:hAnsiTheme="majorHAnsi"/>
              </w:rPr>
              <w:t>OS MS Windows Server 2022 Standard (Archivační server)</w:t>
            </w:r>
          </w:p>
        </w:tc>
        <w:tc>
          <w:tcPr>
            <w:tcW w:w="2410" w:type="dxa"/>
          </w:tcPr>
          <w:p w14:paraId="3A0976DD" w14:textId="77777777" w:rsidR="005F1D7B" w:rsidRPr="00FF65DD" w:rsidRDefault="005F1D7B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992" w:type="dxa"/>
          </w:tcPr>
          <w:p w14:paraId="1821DFB8" w14:textId="77777777" w:rsidR="005F1D7B" w:rsidRPr="009F00CF" w:rsidRDefault="005F1D7B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9F00CF">
              <w:rPr>
                <w:rFonts w:asciiTheme="majorHAnsi" w:hAnsiTheme="majorHAnsi"/>
              </w:rPr>
              <w:t>1</w:t>
            </w:r>
          </w:p>
        </w:tc>
        <w:tc>
          <w:tcPr>
            <w:tcW w:w="2252" w:type="dxa"/>
          </w:tcPr>
          <w:p w14:paraId="66904ABE" w14:textId="77777777" w:rsidR="005F1D7B" w:rsidRPr="00FF65DD" w:rsidRDefault="005F1D7B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268EA8E0" w14:textId="77777777" w:rsidTr="00F36838">
        <w:tc>
          <w:tcPr>
            <w:tcW w:w="2972" w:type="dxa"/>
          </w:tcPr>
          <w:p w14:paraId="15E40910" w14:textId="77777777" w:rsidR="00F36838" w:rsidRPr="000A3A56" w:rsidRDefault="00F36838" w:rsidP="000A3A56">
            <w:pPr>
              <w:keepLines/>
              <w:spacing w:before="120" w:after="120"/>
              <w:rPr>
                <w:rFonts w:asciiTheme="majorHAnsi" w:hAnsiTheme="majorHAnsi"/>
              </w:rPr>
            </w:pPr>
            <w:proofErr w:type="spellStart"/>
            <w:r w:rsidRPr="000A3A56">
              <w:rPr>
                <w:rFonts w:asciiTheme="majorHAnsi" w:hAnsiTheme="majorHAnsi"/>
              </w:rPr>
              <w:t>VMware</w:t>
            </w:r>
            <w:proofErr w:type="spellEnd"/>
            <w:r w:rsidRPr="000A3A56">
              <w:rPr>
                <w:rFonts w:asciiTheme="majorHAnsi" w:hAnsiTheme="majorHAnsi"/>
              </w:rPr>
              <w:t xml:space="preserve"> </w:t>
            </w:r>
            <w:proofErr w:type="spellStart"/>
            <w:r w:rsidRPr="000A3A56">
              <w:rPr>
                <w:rFonts w:asciiTheme="majorHAnsi" w:hAnsiTheme="majorHAnsi"/>
              </w:rPr>
              <w:t>vSphere</w:t>
            </w:r>
            <w:proofErr w:type="spellEnd"/>
            <w:r w:rsidRPr="000A3A56">
              <w:rPr>
                <w:rFonts w:asciiTheme="majorHAnsi" w:hAnsiTheme="majorHAnsi"/>
              </w:rPr>
              <w:t xml:space="preserve"> standard + </w:t>
            </w:r>
            <w:proofErr w:type="spellStart"/>
            <w:r w:rsidRPr="000A3A56">
              <w:rPr>
                <w:rFonts w:asciiTheme="majorHAnsi" w:hAnsiTheme="majorHAnsi"/>
              </w:rPr>
              <w:t>VMware</w:t>
            </w:r>
            <w:proofErr w:type="spellEnd"/>
            <w:r w:rsidRPr="000A3A56">
              <w:rPr>
                <w:rFonts w:asciiTheme="majorHAnsi" w:hAnsiTheme="majorHAnsi"/>
              </w:rPr>
              <w:t xml:space="preserve"> </w:t>
            </w:r>
            <w:proofErr w:type="spellStart"/>
            <w:r w:rsidRPr="000A3A56">
              <w:rPr>
                <w:rFonts w:asciiTheme="majorHAnsi" w:hAnsiTheme="majorHAnsi"/>
              </w:rPr>
              <w:t>vCenter</w:t>
            </w:r>
            <w:proofErr w:type="spellEnd"/>
            <w:r w:rsidRPr="000A3A56">
              <w:rPr>
                <w:rFonts w:asciiTheme="majorHAnsi" w:hAnsiTheme="majorHAnsi"/>
              </w:rPr>
              <w:t xml:space="preserve"> Server (pro 1 CPU, na 5 let)</w:t>
            </w:r>
            <w:r w:rsidRPr="005F1D7B">
              <w:rPr>
                <w:rFonts w:asciiTheme="majorHAnsi" w:hAnsiTheme="majorHAnsi"/>
              </w:rPr>
              <w:t xml:space="preserve"> (Archivační server)</w:t>
            </w:r>
          </w:p>
        </w:tc>
        <w:tc>
          <w:tcPr>
            <w:tcW w:w="2410" w:type="dxa"/>
          </w:tcPr>
          <w:p w14:paraId="683C7810" w14:textId="77777777" w:rsidR="00F36838" w:rsidRPr="00FF65DD" w:rsidRDefault="00F36838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992" w:type="dxa"/>
          </w:tcPr>
          <w:p w14:paraId="72D6E210" w14:textId="77777777" w:rsidR="00F36838" w:rsidRPr="000A3A56" w:rsidRDefault="00F36838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A3A56">
              <w:rPr>
                <w:rFonts w:asciiTheme="majorHAnsi" w:hAnsiTheme="majorHAnsi"/>
              </w:rPr>
              <w:t>1</w:t>
            </w:r>
          </w:p>
        </w:tc>
        <w:tc>
          <w:tcPr>
            <w:tcW w:w="2252" w:type="dxa"/>
          </w:tcPr>
          <w:p w14:paraId="38AB815D" w14:textId="77777777" w:rsidR="00F36838" w:rsidRPr="00FF65DD" w:rsidRDefault="00F36838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73AFE886" w14:textId="77777777" w:rsidTr="000A3A56">
        <w:tc>
          <w:tcPr>
            <w:tcW w:w="2972" w:type="dxa"/>
          </w:tcPr>
          <w:p w14:paraId="6C976584" w14:textId="2BF53041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B6F73">
              <w:rPr>
                <w:rFonts w:asciiTheme="majorHAnsi" w:hAnsiTheme="majorHAnsi"/>
                <w:b/>
              </w:rPr>
              <w:t>Softwa</w:t>
            </w:r>
            <w:r>
              <w:rPr>
                <w:rFonts w:asciiTheme="majorHAnsi" w:hAnsiTheme="majorHAnsi"/>
                <w:b/>
              </w:rPr>
              <w:t>re v Kč bez DPH</w:t>
            </w:r>
          </w:p>
        </w:tc>
        <w:tc>
          <w:tcPr>
            <w:tcW w:w="5654" w:type="dxa"/>
            <w:gridSpan w:val="3"/>
          </w:tcPr>
          <w:p w14:paraId="071E6F45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53E0AECC" w14:textId="77777777" w:rsidTr="000A3A56">
        <w:tc>
          <w:tcPr>
            <w:tcW w:w="2972" w:type="dxa"/>
          </w:tcPr>
          <w:p w14:paraId="3CC07B95" w14:textId="77777777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14:paraId="3F51E882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9F00CF" w:rsidRPr="00221465" w14:paraId="49028455" w14:textId="77777777" w:rsidTr="000A3A56">
        <w:tc>
          <w:tcPr>
            <w:tcW w:w="2972" w:type="dxa"/>
          </w:tcPr>
          <w:p w14:paraId="08A1D6C2" w14:textId="4ADB908B" w:rsidR="00EE57F1" w:rsidRPr="00FF65DD" w:rsidRDefault="00EE57F1" w:rsidP="000A3A56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B6F73">
              <w:rPr>
                <w:rFonts w:asciiTheme="majorHAnsi" w:hAnsiTheme="majorHAnsi"/>
                <w:b/>
              </w:rPr>
              <w:t>Soft</w:t>
            </w:r>
            <w:r>
              <w:rPr>
                <w:rFonts w:asciiTheme="majorHAnsi" w:hAnsiTheme="majorHAnsi"/>
                <w:b/>
              </w:rPr>
              <w:t>ware v Kč včetně DPH</w:t>
            </w:r>
          </w:p>
        </w:tc>
        <w:tc>
          <w:tcPr>
            <w:tcW w:w="5654" w:type="dxa"/>
            <w:gridSpan w:val="3"/>
          </w:tcPr>
          <w:p w14:paraId="43B88BAC" w14:textId="77777777" w:rsidR="00EE57F1" w:rsidRPr="00FF65DD" w:rsidRDefault="00EE57F1" w:rsidP="000A3A56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507FE631" w14:textId="77777777" w:rsidR="00EE57F1" w:rsidRDefault="00EE57F1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5AEB440" w14:textId="77777777" w:rsidR="00EE57F1" w:rsidRDefault="00EE57F1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A6E7CA5" w14:textId="77777777" w:rsidR="00CD690F" w:rsidRDefault="00CD690F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9616D1A" w14:textId="77777777" w:rsidR="00CD690F" w:rsidRDefault="00CD690F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31F7B44" w14:textId="77777777" w:rsidR="00CD690F" w:rsidRDefault="00CD690F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AA5830B" w14:textId="77777777" w:rsidR="00CD690F" w:rsidRDefault="00CD690F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DC8BB2A" w14:textId="77777777" w:rsidR="00504F41" w:rsidRDefault="00504F41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5B9A72EE" w14:textId="77777777" w:rsidR="00504F41" w:rsidRDefault="00504F41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173A2562" w14:textId="77777777" w:rsidR="00504F41" w:rsidRDefault="00504F41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AE2D2A7" w14:textId="77777777" w:rsidR="00504F41" w:rsidRDefault="00504F41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7DC4B821" w14:textId="77777777" w:rsidR="00CD690F" w:rsidRDefault="00CD690F" w:rsidP="00EE57F1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67F46F00" w14:textId="77777777" w:rsidR="00EF3BFB" w:rsidRPr="009F00CF" w:rsidRDefault="00EF3BFB" w:rsidP="00EF3BFB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9F00CF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 xml:space="preserve">Cena Služeb: </w:t>
      </w:r>
    </w:p>
    <w:p w14:paraId="27533DA0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2410"/>
        <w:gridCol w:w="3090"/>
      </w:tblGrid>
      <w:tr w:rsidR="00EF3BFB" w:rsidRPr="00221465" w14:paraId="44E6E718" w14:textId="77777777" w:rsidTr="009F00CF">
        <w:tc>
          <w:tcPr>
            <w:tcW w:w="2972" w:type="dxa"/>
            <w:shd w:val="clear" w:color="auto" w:fill="D9D9D9"/>
          </w:tcPr>
          <w:p w14:paraId="3F6FE8CF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Služeb </w:t>
            </w:r>
          </w:p>
        </w:tc>
        <w:tc>
          <w:tcPr>
            <w:tcW w:w="2410" w:type="dxa"/>
            <w:shd w:val="clear" w:color="auto" w:fill="D9D9D9"/>
          </w:tcPr>
          <w:p w14:paraId="43432431" w14:textId="7F63D229" w:rsidR="00EF3BFB" w:rsidRPr="00FF65DD" w:rsidRDefault="00807D29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</w:t>
            </w:r>
            <w:r w:rsidR="00EF3BFB" w:rsidRPr="00FF65DD">
              <w:rPr>
                <w:rFonts w:asciiTheme="majorHAnsi" w:hAnsiTheme="majorHAnsi"/>
                <w:b/>
              </w:rPr>
              <w:t>ena</w:t>
            </w:r>
            <w:r>
              <w:rPr>
                <w:rFonts w:asciiTheme="majorHAnsi" w:hAnsiTheme="majorHAnsi"/>
                <w:b/>
              </w:rPr>
              <w:t xml:space="preserve"> za</w:t>
            </w:r>
            <w:r w:rsidR="00EF3BFB" w:rsidRPr="00FF65DD">
              <w:rPr>
                <w:rFonts w:asciiTheme="majorHAnsi" w:hAnsiTheme="majorHAnsi"/>
                <w:b/>
              </w:rPr>
              <w:t xml:space="preserve"> Služby</w:t>
            </w:r>
          </w:p>
          <w:p w14:paraId="01D04139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(v Kč bez </w:t>
            </w:r>
            <w:proofErr w:type="gramStart"/>
            <w:r w:rsidRPr="00FF65DD">
              <w:rPr>
                <w:rFonts w:asciiTheme="majorHAnsi" w:hAnsiTheme="majorHAnsi"/>
                <w:b/>
              </w:rPr>
              <w:t>DPH )</w:t>
            </w:r>
            <w:proofErr w:type="gramEnd"/>
          </w:p>
        </w:tc>
        <w:tc>
          <w:tcPr>
            <w:tcW w:w="3090" w:type="dxa"/>
            <w:shd w:val="clear" w:color="auto" w:fill="D9D9D9"/>
          </w:tcPr>
          <w:p w14:paraId="2D62DDE2" w14:textId="71A8B3B0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Služby (v Kč bez DPH)</w:t>
            </w:r>
          </w:p>
        </w:tc>
      </w:tr>
      <w:tr w:rsidR="00EF3BFB" w:rsidRPr="00221465" w14:paraId="5D817A22" w14:textId="77777777" w:rsidTr="009F00CF">
        <w:tc>
          <w:tcPr>
            <w:tcW w:w="2972" w:type="dxa"/>
          </w:tcPr>
          <w:p w14:paraId="01C8EBAF" w14:textId="1FC139CF" w:rsidR="00EF3BFB" w:rsidRPr="00FF65DD" w:rsidRDefault="000B7377" w:rsidP="000B7377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I</w:t>
            </w:r>
            <w:r w:rsidRPr="00CB3C58">
              <w:rPr>
                <w:rFonts w:asciiTheme="majorHAnsi" w:hAnsiTheme="majorHAnsi"/>
              </w:rPr>
              <w:t xml:space="preserve">nstalace </w:t>
            </w:r>
            <w:r w:rsidR="001433F3" w:rsidRPr="00CB3C58">
              <w:rPr>
                <w:rFonts w:asciiTheme="majorHAnsi" w:hAnsiTheme="majorHAnsi"/>
              </w:rPr>
              <w:t>a konfigurace</w:t>
            </w:r>
            <w:r w:rsidR="00B00BA7">
              <w:rPr>
                <w:rFonts w:asciiTheme="majorHAnsi" w:hAnsiTheme="majorHAnsi"/>
              </w:rPr>
              <w:t>,</w:t>
            </w:r>
            <w:r w:rsidR="001433F3" w:rsidRPr="00CB3C58">
              <w:rPr>
                <w:rFonts w:asciiTheme="majorHAnsi" w:hAnsiTheme="majorHAnsi"/>
              </w:rPr>
              <w:t xml:space="preserve"> virtualizace</w:t>
            </w:r>
          </w:p>
        </w:tc>
        <w:tc>
          <w:tcPr>
            <w:tcW w:w="2410" w:type="dxa"/>
          </w:tcPr>
          <w:p w14:paraId="140636C6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090" w:type="dxa"/>
          </w:tcPr>
          <w:p w14:paraId="4D700520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04D91FEF" w14:textId="77777777" w:rsidTr="009F00CF">
        <w:trPr>
          <w:trHeight w:val="60"/>
        </w:trPr>
        <w:tc>
          <w:tcPr>
            <w:tcW w:w="2972" w:type="dxa"/>
          </w:tcPr>
          <w:p w14:paraId="4B375E91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celkem za Služby (v Kč bez DPH)</w:t>
            </w:r>
          </w:p>
        </w:tc>
        <w:tc>
          <w:tcPr>
            <w:tcW w:w="2410" w:type="dxa"/>
          </w:tcPr>
          <w:p w14:paraId="2633AFF4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090" w:type="dxa"/>
          </w:tcPr>
          <w:p w14:paraId="27F1DDDD" w14:textId="77777777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3A91A96F" w14:textId="77777777" w:rsidTr="009F00CF">
        <w:trPr>
          <w:trHeight w:val="60"/>
        </w:trPr>
        <w:tc>
          <w:tcPr>
            <w:tcW w:w="2972" w:type="dxa"/>
          </w:tcPr>
          <w:p w14:paraId="18AAD397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2410" w:type="dxa"/>
          </w:tcPr>
          <w:p w14:paraId="6C84116F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090" w:type="dxa"/>
          </w:tcPr>
          <w:p w14:paraId="219DB767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2B9EF405" w14:textId="77777777" w:rsidTr="009F00CF">
        <w:trPr>
          <w:trHeight w:val="60"/>
        </w:trPr>
        <w:tc>
          <w:tcPr>
            <w:tcW w:w="2972" w:type="dxa"/>
          </w:tcPr>
          <w:p w14:paraId="011DD7F4" w14:textId="52D3747E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CD690F">
              <w:rPr>
                <w:rFonts w:asciiTheme="majorHAnsi" w:hAnsiTheme="majorHAnsi"/>
                <w:b/>
              </w:rPr>
              <w:t xml:space="preserve">Služby </w:t>
            </w:r>
            <w:r>
              <w:rPr>
                <w:rFonts w:asciiTheme="majorHAnsi" w:hAnsiTheme="majorHAnsi"/>
                <w:b/>
              </w:rPr>
              <w:t>v Kč včetně DPH</w:t>
            </w:r>
          </w:p>
        </w:tc>
        <w:tc>
          <w:tcPr>
            <w:tcW w:w="2410" w:type="dxa"/>
          </w:tcPr>
          <w:p w14:paraId="70F249D6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3090" w:type="dxa"/>
          </w:tcPr>
          <w:p w14:paraId="1A07784D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1925CE8F" w14:textId="77777777" w:rsidR="00EF3BFB" w:rsidRPr="001B629E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p w14:paraId="08F807EC" w14:textId="77777777" w:rsidR="00EF3BFB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4705A1F" w14:textId="77777777" w:rsidR="00CD690F" w:rsidRDefault="00CD690F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4861123E" w14:textId="77777777" w:rsidR="00CD690F" w:rsidRPr="00FF65DD" w:rsidRDefault="00CD690F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3510"/>
        <w:gridCol w:w="4962"/>
      </w:tblGrid>
      <w:tr w:rsidR="00EF3BFB" w:rsidRPr="00FF65DD" w14:paraId="73494CF8" w14:textId="77777777" w:rsidTr="00805A75">
        <w:tc>
          <w:tcPr>
            <w:tcW w:w="3510" w:type="dxa"/>
          </w:tcPr>
          <w:p w14:paraId="01DF33ED" w14:textId="1528EBC1" w:rsidR="00EF3BFB" w:rsidRPr="00FF65DD" w:rsidRDefault="00EF3BFB" w:rsidP="00805A75">
            <w:pPr>
              <w:rPr>
                <w:rFonts w:asciiTheme="majorHAnsi" w:hAnsiTheme="majorHAnsi"/>
                <w:b/>
                <w:sz w:val="18"/>
                <w:szCs w:val="18"/>
              </w:rPr>
            </w:pPr>
            <w:bookmarkStart w:id="0" w:name="_Hlk28982191"/>
            <w:r w:rsidRPr="00FF65DD">
              <w:rPr>
                <w:rFonts w:asciiTheme="majorHAnsi" w:hAnsiTheme="majorHAnsi"/>
                <w:b/>
              </w:rPr>
              <w:t>Celková Cena za Plnění, tj. součet výše uvedených cen</w:t>
            </w:r>
            <w:r w:rsidR="002A53EB">
              <w:rPr>
                <w:rFonts w:asciiTheme="majorHAnsi" w:hAnsiTheme="majorHAnsi"/>
                <w:b/>
              </w:rPr>
              <w:t xml:space="preserve"> za </w:t>
            </w:r>
            <w:r w:rsidR="002A53EB" w:rsidRPr="002A53EB">
              <w:rPr>
                <w:rFonts w:asciiTheme="majorHAnsi" w:hAnsiTheme="majorHAnsi"/>
                <w:b/>
              </w:rPr>
              <w:t>Hardware</w:t>
            </w:r>
            <w:r w:rsidR="00CD690F">
              <w:rPr>
                <w:rFonts w:asciiTheme="majorHAnsi" w:hAnsiTheme="majorHAnsi"/>
                <w:b/>
              </w:rPr>
              <w:t>, Software</w:t>
            </w:r>
            <w:r w:rsidR="002A53EB">
              <w:rPr>
                <w:rFonts w:asciiTheme="majorHAnsi" w:hAnsiTheme="majorHAnsi"/>
                <w:b/>
              </w:rPr>
              <w:t xml:space="preserve"> a Služby</w:t>
            </w:r>
            <w:r w:rsidRPr="00FF65DD">
              <w:rPr>
                <w:rFonts w:asciiTheme="majorHAnsi" w:hAnsiTheme="majorHAnsi"/>
                <w:b/>
              </w:rPr>
              <w:t xml:space="preserve"> (v Kč bez DPH): </w:t>
            </w:r>
          </w:p>
        </w:tc>
        <w:tc>
          <w:tcPr>
            <w:tcW w:w="4962" w:type="dxa"/>
          </w:tcPr>
          <w:p w14:paraId="6AD7C910" w14:textId="77777777" w:rsidR="00EF3BFB" w:rsidRPr="00FF65DD" w:rsidRDefault="00EF3BFB" w:rsidP="00805A75">
            <w:pPr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58B41790" w14:textId="77777777" w:rsidTr="00805A75">
        <w:tc>
          <w:tcPr>
            <w:tcW w:w="3510" w:type="dxa"/>
          </w:tcPr>
          <w:p w14:paraId="5E1AB510" w14:textId="77777777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4962" w:type="dxa"/>
          </w:tcPr>
          <w:p w14:paraId="41A1011A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FF65DD" w14:paraId="342E1441" w14:textId="77777777" w:rsidTr="00805A75">
        <w:tc>
          <w:tcPr>
            <w:tcW w:w="3510" w:type="dxa"/>
          </w:tcPr>
          <w:p w14:paraId="0FF8D658" w14:textId="5DE906C1" w:rsidR="00656B8C" w:rsidRPr="00FF65DD" w:rsidRDefault="00656B8C" w:rsidP="00656B8C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Cena celkem za </w:t>
            </w:r>
            <w:r w:rsidR="00335C48">
              <w:rPr>
                <w:rFonts w:asciiTheme="majorHAnsi" w:hAnsiTheme="majorHAnsi"/>
                <w:b/>
              </w:rPr>
              <w:t xml:space="preserve">Plnění </w:t>
            </w:r>
            <w:r>
              <w:rPr>
                <w:rFonts w:asciiTheme="majorHAnsi" w:hAnsiTheme="majorHAnsi"/>
                <w:b/>
              </w:rPr>
              <w:t>v Kč včetně DPH</w:t>
            </w:r>
          </w:p>
        </w:tc>
        <w:tc>
          <w:tcPr>
            <w:tcW w:w="4962" w:type="dxa"/>
          </w:tcPr>
          <w:p w14:paraId="58439814" w14:textId="77777777" w:rsidR="00656B8C" w:rsidRPr="00FF65DD" w:rsidRDefault="00656B8C" w:rsidP="00656B8C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bookmarkEnd w:id="0"/>
    </w:tbl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DF49C" w14:textId="77777777" w:rsidR="003E694F" w:rsidRDefault="003E694F" w:rsidP="00962258">
      <w:pPr>
        <w:spacing w:after="0" w:line="240" w:lineRule="auto"/>
      </w:pPr>
      <w:r>
        <w:separator/>
      </w:r>
    </w:p>
  </w:endnote>
  <w:endnote w:type="continuationSeparator" w:id="0">
    <w:p w14:paraId="601EF710" w14:textId="77777777" w:rsidR="003E694F" w:rsidRDefault="003E69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6B27F8A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68288A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737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3186" w14:textId="77777777" w:rsidR="003E694F" w:rsidRDefault="003E694F" w:rsidP="00962258">
      <w:pPr>
        <w:spacing w:after="0" w:line="240" w:lineRule="auto"/>
      </w:pPr>
      <w:r>
        <w:separator/>
      </w:r>
    </w:p>
  </w:footnote>
  <w:footnote w:type="continuationSeparator" w:id="0">
    <w:p w14:paraId="024BBE83" w14:textId="77777777" w:rsidR="003E694F" w:rsidRDefault="003E69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131119698">
    <w:abstractNumId w:val="2"/>
  </w:num>
  <w:num w:numId="2" w16cid:durableId="1854757726">
    <w:abstractNumId w:val="1"/>
  </w:num>
  <w:num w:numId="3" w16cid:durableId="16506714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2737327">
    <w:abstractNumId w:val="8"/>
  </w:num>
  <w:num w:numId="5" w16cid:durableId="922101525">
    <w:abstractNumId w:val="3"/>
  </w:num>
  <w:num w:numId="6" w16cid:durableId="36591923">
    <w:abstractNumId w:val="4"/>
  </w:num>
  <w:num w:numId="7" w16cid:durableId="893852435">
    <w:abstractNumId w:val="0"/>
  </w:num>
  <w:num w:numId="8" w16cid:durableId="2135244177">
    <w:abstractNumId w:val="5"/>
  </w:num>
  <w:num w:numId="9" w16cid:durableId="12577833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0927654">
    <w:abstractNumId w:val="4"/>
  </w:num>
  <w:num w:numId="11" w16cid:durableId="1406342480">
    <w:abstractNumId w:val="1"/>
  </w:num>
  <w:num w:numId="12" w16cid:durableId="1227647917">
    <w:abstractNumId w:val="4"/>
  </w:num>
  <w:num w:numId="13" w16cid:durableId="1889871736">
    <w:abstractNumId w:val="4"/>
  </w:num>
  <w:num w:numId="14" w16cid:durableId="978999984">
    <w:abstractNumId w:val="4"/>
  </w:num>
  <w:num w:numId="15" w16cid:durableId="1862743476">
    <w:abstractNumId w:val="4"/>
  </w:num>
  <w:num w:numId="16" w16cid:durableId="1642073149">
    <w:abstractNumId w:val="9"/>
  </w:num>
  <w:num w:numId="17" w16cid:durableId="1251306602">
    <w:abstractNumId w:val="2"/>
  </w:num>
  <w:num w:numId="18" w16cid:durableId="1432966104">
    <w:abstractNumId w:val="9"/>
  </w:num>
  <w:num w:numId="19" w16cid:durableId="393705457">
    <w:abstractNumId w:val="9"/>
  </w:num>
  <w:num w:numId="20" w16cid:durableId="165560040">
    <w:abstractNumId w:val="9"/>
  </w:num>
  <w:num w:numId="21" w16cid:durableId="689453342">
    <w:abstractNumId w:val="9"/>
  </w:num>
  <w:num w:numId="22" w16cid:durableId="1988364577">
    <w:abstractNumId w:val="4"/>
  </w:num>
  <w:num w:numId="23" w16cid:durableId="336810052">
    <w:abstractNumId w:val="1"/>
  </w:num>
  <w:num w:numId="24" w16cid:durableId="1297444474">
    <w:abstractNumId w:val="4"/>
  </w:num>
  <w:num w:numId="25" w16cid:durableId="366880854">
    <w:abstractNumId w:val="4"/>
  </w:num>
  <w:num w:numId="26" w16cid:durableId="1025593021">
    <w:abstractNumId w:val="4"/>
  </w:num>
  <w:num w:numId="27" w16cid:durableId="1629970952">
    <w:abstractNumId w:val="4"/>
  </w:num>
  <w:num w:numId="28" w16cid:durableId="1457289363">
    <w:abstractNumId w:val="9"/>
  </w:num>
  <w:num w:numId="29" w16cid:durableId="1725327944">
    <w:abstractNumId w:val="2"/>
  </w:num>
  <w:num w:numId="30" w16cid:durableId="2005618753">
    <w:abstractNumId w:val="9"/>
  </w:num>
  <w:num w:numId="31" w16cid:durableId="617611584">
    <w:abstractNumId w:val="9"/>
  </w:num>
  <w:num w:numId="32" w16cid:durableId="843396425">
    <w:abstractNumId w:val="9"/>
  </w:num>
  <w:num w:numId="33" w16cid:durableId="1317609938">
    <w:abstractNumId w:val="9"/>
  </w:num>
  <w:num w:numId="34" w16cid:durableId="93579448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72C1E"/>
    <w:rsid w:val="000B7377"/>
    <w:rsid w:val="000E23A7"/>
    <w:rsid w:val="000E4423"/>
    <w:rsid w:val="0010693F"/>
    <w:rsid w:val="00114472"/>
    <w:rsid w:val="00125A6F"/>
    <w:rsid w:val="001433F3"/>
    <w:rsid w:val="001550BC"/>
    <w:rsid w:val="001605B9"/>
    <w:rsid w:val="00170EC5"/>
    <w:rsid w:val="001747C1"/>
    <w:rsid w:val="00184743"/>
    <w:rsid w:val="001E496E"/>
    <w:rsid w:val="00207DF5"/>
    <w:rsid w:val="002162E5"/>
    <w:rsid w:val="00280E07"/>
    <w:rsid w:val="002A53EB"/>
    <w:rsid w:val="002C31BF"/>
    <w:rsid w:val="002D08B1"/>
    <w:rsid w:val="002E0CD7"/>
    <w:rsid w:val="003254A6"/>
    <w:rsid w:val="00335C48"/>
    <w:rsid w:val="00341DCF"/>
    <w:rsid w:val="00357BC6"/>
    <w:rsid w:val="00376E14"/>
    <w:rsid w:val="00394E99"/>
    <w:rsid w:val="003956C6"/>
    <w:rsid w:val="003B6F73"/>
    <w:rsid w:val="003B71C1"/>
    <w:rsid w:val="003E694F"/>
    <w:rsid w:val="00436802"/>
    <w:rsid w:val="00441430"/>
    <w:rsid w:val="00450F07"/>
    <w:rsid w:val="0045338C"/>
    <w:rsid w:val="00453CD3"/>
    <w:rsid w:val="00460660"/>
    <w:rsid w:val="00486107"/>
    <w:rsid w:val="00491827"/>
    <w:rsid w:val="004B348C"/>
    <w:rsid w:val="004C4399"/>
    <w:rsid w:val="004C787C"/>
    <w:rsid w:val="004E143C"/>
    <w:rsid w:val="004E32B1"/>
    <w:rsid w:val="004E3A53"/>
    <w:rsid w:val="004F169B"/>
    <w:rsid w:val="004F20BC"/>
    <w:rsid w:val="004F2A02"/>
    <w:rsid w:val="004F4B9B"/>
    <w:rsid w:val="004F69EA"/>
    <w:rsid w:val="00504F41"/>
    <w:rsid w:val="00511AB9"/>
    <w:rsid w:val="00516B96"/>
    <w:rsid w:val="00523EA7"/>
    <w:rsid w:val="00553375"/>
    <w:rsid w:val="00557C28"/>
    <w:rsid w:val="00570E7D"/>
    <w:rsid w:val="005736B7"/>
    <w:rsid w:val="00575E5A"/>
    <w:rsid w:val="005F1404"/>
    <w:rsid w:val="005F1D7B"/>
    <w:rsid w:val="0061068E"/>
    <w:rsid w:val="006200BE"/>
    <w:rsid w:val="00656B8C"/>
    <w:rsid w:val="00660AD3"/>
    <w:rsid w:val="00677B7F"/>
    <w:rsid w:val="006819E1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67F4D"/>
    <w:rsid w:val="00770A13"/>
    <w:rsid w:val="0077673A"/>
    <w:rsid w:val="00776FDB"/>
    <w:rsid w:val="007846E1"/>
    <w:rsid w:val="007B570C"/>
    <w:rsid w:val="007C589B"/>
    <w:rsid w:val="007C7FA6"/>
    <w:rsid w:val="007E18BB"/>
    <w:rsid w:val="007E4A6E"/>
    <w:rsid w:val="007E56CB"/>
    <w:rsid w:val="007F56A7"/>
    <w:rsid w:val="00807D29"/>
    <w:rsid w:val="00807DD0"/>
    <w:rsid w:val="0084012D"/>
    <w:rsid w:val="008659F3"/>
    <w:rsid w:val="00886D4B"/>
    <w:rsid w:val="00895406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0139"/>
    <w:rsid w:val="009B14A9"/>
    <w:rsid w:val="009B2E97"/>
    <w:rsid w:val="009B6642"/>
    <w:rsid w:val="009B710B"/>
    <w:rsid w:val="009C35DD"/>
    <w:rsid w:val="009E07F4"/>
    <w:rsid w:val="009F00CF"/>
    <w:rsid w:val="009F392E"/>
    <w:rsid w:val="00A2003D"/>
    <w:rsid w:val="00A22555"/>
    <w:rsid w:val="00A57B7F"/>
    <w:rsid w:val="00A6177B"/>
    <w:rsid w:val="00A66136"/>
    <w:rsid w:val="00A679DA"/>
    <w:rsid w:val="00A72DF3"/>
    <w:rsid w:val="00A756D0"/>
    <w:rsid w:val="00A85755"/>
    <w:rsid w:val="00AA4CBB"/>
    <w:rsid w:val="00AA65FA"/>
    <w:rsid w:val="00AA7351"/>
    <w:rsid w:val="00AD056F"/>
    <w:rsid w:val="00AD6731"/>
    <w:rsid w:val="00B00BA7"/>
    <w:rsid w:val="00B15D0D"/>
    <w:rsid w:val="00B21FA0"/>
    <w:rsid w:val="00B75EE1"/>
    <w:rsid w:val="00B77481"/>
    <w:rsid w:val="00B81E22"/>
    <w:rsid w:val="00B8518B"/>
    <w:rsid w:val="00BD5634"/>
    <w:rsid w:val="00BD7E91"/>
    <w:rsid w:val="00C02D0A"/>
    <w:rsid w:val="00C03A6E"/>
    <w:rsid w:val="00C44F6A"/>
    <w:rsid w:val="00C46815"/>
    <w:rsid w:val="00C47AE3"/>
    <w:rsid w:val="00CD1FC4"/>
    <w:rsid w:val="00CD690F"/>
    <w:rsid w:val="00D21061"/>
    <w:rsid w:val="00D4108E"/>
    <w:rsid w:val="00D6163D"/>
    <w:rsid w:val="00D73BAE"/>
    <w:rsid w:val="00D73D46"/>
    <w:rsid w:val="00D831A3"/>
    <w:rsid w:val="00DC75F3"/>
    <w:rsid w:val="00DD46F3"/>
    <w:rsid w:val="00DE56F2"/>
    <w:rsid w:val="00DF116D"/>
    <w:rsid w:val="00E36C4A"/>
    <w:rsid w:val="00E47270"/>
    <w:rsid w:val="00EA2BAA"/>
    <w:rsid w:val="00EB104F"/>
    <w:rsid w:val="00ED14BD"/>
    <w:rsid w:val="00EE2FE1"/>
    <w:rsid w:val="00EE57F1"/>
    <w:rsid w:val="00EF3BFB"/>
    <w:rsid w:val="00F0533E"/>
    <w:rsid w:val="00F1048D"/>
    <w:rsid w:val="00F12DEC"/>
    <w:rsid w:val="00F1715C"/>
    <w:rsid w:val="00F310F8"/>
    <w:rsid w:val="00F35939"/>
    <w:rsid w:val="00F36838"/>
    <w:rsid w:val="00F45607"/>
    <w:rsid w:val="00F513FA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5" ma:contentTypeDescription="Vytvoří nový dokument" ma:contentTypeScope="" ma:versionID="56e082c20823b20d39dd02b00e5bb61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b143038d33c0d1a47ec3c9378c47c797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043625-CEB2-4070-A8D8-918C1DC45E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AA7287-3692-4CB1-BD6C-BCDED9651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bb3ea2cb-d0dd-4380-9e6d-7a9977b685a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45</TotalTime>
  <Pages>3</Pages>
  <Words>322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Svoboda Tomáš</cp:lastModifiedBy>
  <cp:revision>38</cp:revision>
  <cp:lastPrinted>2017-11-28T17:18:00Z</cp:lastPrinted>
  <dcterms:created xsi:type="dcterms:W3CDTF">2023-07-25T12:58:00Z</dcterms:created>
  <dcterms:modified xsi:type="dcterms:W3CDTF">2023-11-15T10:30:00Z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</Properties>
</file>